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江门市新会区司法局</w:t>
      </w:r>
      <w:bookmarkStart w:id="0" w:name="_GoBack"/>
      <w:bookmarkEnd w:id="0"/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村（居）法律顾问投诉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接收群众关于村（居）法律顾问的投诉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公共法律服务中心对村（居）法律顾问进行投诉的群众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新会区会城东庆北路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28号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0-12:00下午14: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60个工作日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8个工作日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一、所投诉对象为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新会区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内村（居）法律顾问；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二、投诉需有明确对象，投诉人需提供投诉村（居）法律顾问姓名、服务区域、投诉事项等基本要素。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备注：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8个工作日内将处理结果向群众反馈。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0750-6166280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0750-6166810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9525" b="762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4216628"/>
    <w:rsid w:val="0F6E1253"/>
    <w:rsid w:val="198B4315"/>
    <w:rsid w:val="2B0B6011"/>
    <w:rsid w:val="2DEF1CD0"/>
    <w:rsid w:val="30885084"/>
    <w:rsid w:val="371BE9C7"/>
    <w:rsid w:val="3B962062"/>
    <w:rsid w:val="3BFF04C5"/>
    <w:rsid w:val="3C8F6A6E"/>
    <w:rsid w:val="3EC119F0"/>
    <w:rsid w:val="412862CD"/>
    <w:rsid w:val="4A7312C3"/>
    <w:rsid w:val="57671A88"/>
    <w:rsid w:val="592E5FD4"/>
    <w:rsid w:val="5DF07462"/>
    <w:rsid w:val="5F5A3F72"/>
    <w:rsid w:val="62FA0006"/>
    <w:rsid w:val="677D0B1D"/>
    <w:rsid w:val="67FF8A43"/>
    <w:rsid w:val="6A49F83B"/>
    <w:rsid w:val="6BB560A6"/>
    <w:rsid w:val="6FFD3684"/>
    <w:rsid w:val="76BDE588"/>
    <w:rsid w:val="77BF1D2D"/>
    <w:rsid w:val="7CF598A8"/>
    <w:rsid w:val="7D691140"/>
    <w:rsid w:val="7E693CC7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Administrator</cp:lastModifiedBy>
  <dcterms:modified xsi:type="dcterms:W3CDTF">2020-12-15T00:43:58Z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